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UR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5A5CB315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</w:t>
      </w:r>
      <w:r w:rsidR="00EC0DB0">
        <w:rPr>
          <w:rFonts w:ascii="Corbel" w:hAnsi="Corbel"/>
          <w:i/>
          <w:smallCaps/>
          <w:sz w:val="24"/>
          <w:szCs w:val="24"/>
        </w:rPr>
        <w:t>2019-2022</w:t>
      </w:r>
    </w:p>
    <w:p w14:paraId="365C2D62" w14:textId="0CE5E2E6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EC0DB0">
        <w:rPr>
          <w:rFonts w:ascii="Corbel" w:hAnsi="Corbel"/>
          <w:sz w:val="20"/>
          <w:szCs w:val="20"/>
        </w:rPr>
        <w:t>1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EC0DB0">
        <w:rPr>
          <w:rFonts w:ascii="Corbel" w:hAnsi="Corbel"/>
          <w:sz w:val="20"/>
          <w:szCs w:val="20"/>
        </w:rPr>
        <w:t>2</w:t>
      </w:r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127753B9" w:rsidR="0085747A" w:rsidRPr="005B1F68" w:rsidRDefault="005B1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1F6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36BA0601" w:rsidR="00285ED9" w:rsidRPr="00717A7E" w:rsidRDefault="005B1F68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22E60E1C" w:rsidR="00285ED9" w:rsidRPr="00717A7E" w:rsidRDefault="005B1F68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43FF2C08" w:rsidR="001B2587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>Wykład z prezentacją multimedialną online z wykorzystaniem platformy Teams</w:t>
      </w:r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4852C1A1" w:rsidR="001D09AA" w:rsidRPr="00717A7E" w:rsidRDefault="005B1F68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08607342" w:rsidR="001D09AA" w:rsidRPr="00717A7E" w:rsidRDefault="005B1F68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Pierścieniak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URZ,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9F372" w14:textId="77777777" w:rsidR="00B35D0A" w:rsidRDefault="00B35D0A" w:rsidP="00C16ABF">
      <w:pPr>
        <w:spacing w:after="0" w:line="240" w:lineRule="auto"/>
      </w:pPr>
      <w:r>
        <w:separator/>
      </w:r>
    </w:p>
  </w:endnote>
  <w:endnote w:type="continuationSeparator" w:id="0">
    <w:p w14:paraId="3328CDEF" w14:textId="77777777" w:rsidR="00B35D0A" w:rsidRDefault="00B35D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D221B" w14:textId="77777777" w:rsidR="00B35D0A" w:rsidRDefault="00B35D0A" w:rsidP="00C16ABF">
      <w:pPr>
        <w:spacing w:after="0" w:line="240" w:lineRule="auto"/>
      </w:pPr>
      <w:r>
        <w:separator/>
      </w:r>
    </w:p>
  </w:footnote>
  <w:footnote w:type="continuationSeparator" w:id="0">
    <w:p w14:paraId="7B84F648" w14:textId="77777777" w:rsidR="00B35D0A" w:rsidRDefault="00B35D0A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68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35D0A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65F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B0"/>
    <w:rsid w:val="00EC4899"/>
    <w:rsid w:val="00ED03AB"/>
    <w:rsid w:val="00ED32D2"/>
    <w:rsid w:val="00EE32DE"/>
    <w:rsid w:val="00EE5457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B271D7-158F-4828-8555-05E0CB21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886</Words>
  <Characters>5317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2020-10-25T22:06:00Z</dcterms:created>
  <dcterms:modified xsi:type="dcterms:W3CDTF">2020-12-11T07:53:00Z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